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567851" w14:textId="0C385046" w:rsidR="004D36D7" w:rsidRPr="00FD4A68" w:rsidRDefault="00623AFF" w:rsidP="007C10ED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5DD8316119144944A3DF4668851FA54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4050E7">
            <w:t>Packet Tracer - Configure Local AAA for Console and VTY Access</w:t>
          </w:r>
        </w:sdtContent>
      </w:sdt>
    </w:p>
    <w:p w14:paraId="670CFC02" w14:textId="77777777" w:rsidR="004050E7" w:rsidRPr="00BB73FF" w:rsidRDefault="004050E7" w:rsidP="009939CD">
      <w:pPr>
        <w:pStyle w:val="Heading1"/>
      </w:pPr>
      <w:r w:rsidRPr="00BB73FF">
        <w:t>Addressing Table</w:t>
      </w:r>
    </w:p>
    <w:tbl>
      <w:tblPr>
        <w:tblW w:w="1008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addressing for the Device, Interface, IP Address and Subnet Mask."/>
      </w:tblPr>
      <w:tblGrid>
        <w:gridCol w:w="1861"/>
        <w:gridCol w:w="1635"/>
        <w:gridCol w:w="1544"/>
        <w:gridCol w:w="1816"/>
        <w:gridCol w:w="1816"/>
        <w:gridCol w:w="1408"/>
      </w:tblGrid>
      <w:tr w:rsidR="004050E7" w14:paraId="0FF824A8" w14:textId="77777777" w:rsidTr="008975EA">
        <w:trPr>
          <w:cantSplit/>
          <w:tblHeader/>
          <w:jc w:val="center"/>
        </w:trPr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82CD794" w14:textId="77777777" w:rsidR="004050E7" w:rsidRPr="00E87D62" w:rsidRDefault="004050E7" w:rsidP="003F5F27">
            <w:pPr>
              <w:pStyle w:val="TableHeading"/>
            </w:pPr>
            <w:r w:rsidRPr="00E87D62">
              <w:t>Device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B573675" w14:textId="77777777" w:rsidR="004050E7" w:rsidRPr="00E87D62" w:rsidRDefault="004050E7" w:rsidP="003F5F27">
            <w:pPr>
              <w:pStyle w:val="TableHeading"/>
            </w:pPr>
            <w:r w:rsidRPr="00E87D62">
              <w:t>Interface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BD123B6" w14:textId="77777777" w:rsidR="004050E7" w:rsidRPr="00E87D62" w:rsidRDefault="004050E7" w:rsidP="003F5F27">
            <w:pPr>
              <w:pStyle w:val="TableHeading"/>
            </w:pPr>
            <w:r w:rsidRPr="00E87D62">
              <w:t>IP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153C4AC" w14:textId="77777777" w:rsidR="004050E7" w:rsidRPr="00E87D62" w:rsidRDefault="004050E7" w:rsidP="003F5F27">
            <w:pPr>
              <w:pStyle w:val="TableHeading"/>
            </w:pPr>
            <w:r w:rsidRPr="00E87D62">
              <w:t>Subnet Mask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5ACE63B" w14:textId="77777777" w:rsidR="004050E7" w:rsidRPr="00E87D62" w:rsidRDefault="004050E7" w:rsidP="003F5F27">
            <w:pPr>
              <w:pStyle w:val="TableHeading"/>
            </w:pPr>
            <w:r w:rsidRPr="00E87D62">
              <w:t>Default Gateway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5094711" w14:textId="77777777" w:rsidR="004050E7" w:rsidRPr="00E87D62" w:rsidRDefault="004050E7" w:rsidP="003F5F27">
            <w:pPr>
              <w:pStyle w:val="TableHeading"/>
            </w:pPr>
            <w:r>
              <w:t>Switch Port</w:t>
            </w:r>
          </w:p>
        </w:tc>
      </w:tr>
      <w:tr w:rsidR="004050E7" w14:paraId="08C472B9" w14:textId="77777777" w:rsidTr="003F5F27">
        <w:trPr>
          <w:cantSplit/>
          <w:jc w:val="center"/>
        </w:trPr>
        <w:tc>
          <w:tcPr>
            <w:tcW w:w="1845" w:type="dxa"/>
            <w:tcBorders>
              <w:bottom w:val="nil"/>
            </w:tcBorders>
            <w:vAlign w:val="center"/>
          </w:tcPr>
          <w:p w14:paraId="3DA2ED77" w14:textId="77777777" w:rsidR="004050E7" w:rsidRPr="00E87D62" w:rsidRDefault="004050E7" w:rsidP="007C6E9B">
            <w:pPr>
              <w:pStyle w:val="TableText"/>
            </w:pPr>
            <w:r>
              <w:t>R1</w:t>
            </w:r>
          </w:p>
        </w:tc>
        <w:tc>
          <w:tcPr>
            <w:tcW w:w="1620" w:type="dxa"/>
            <w:vAlign w:val="bottom"/>
          </w:tcPr>
          <w:p w14:paraId="2E7CBD0E" w14:textId="77777777" w:rsidR="004050E7" w:rsidRPr="00E87D62" w:rsidRDefault="004050E7" w:rsidP="007C6E9B">
            <w:pPr>
              <w:pStyle w:val="TableText"/>
            </w:pPr>
            <w:r>
              <w:t>G0/1</w:t>
            </w:r>
          </w:p>
        </w:tc>
        <w:tc>
          <w:tcPr>
            <w:tcW w:w="1530" w:type="dxa"/>
            <w:vAlign w:val="bottom"/>
          </w:tcPr>
          <w:p w14:paraId="026D9F3A" w14:textId="77777777" w:rsidR="004050E7" w:rsidRPr="00E87D62" w:rsidRDefault="004050E7" w:rsidP="007C6E9B">
            <w:pPr>
              <w:pStyle w:val="TableText"/>
            </w:pPr>
            <w:r w:rsidRPr="00E87D62">
              <w:t>192.168.1.1</w:t>
            </w:r>
          </w:p>
        </w:tc>
        <w:tc>
          <w:tcPr>
            <w:tcW w:w="1800" w:type="dxa"/>
            <w:vAlign w:val="bottom"/>
          </w:tcPr>
          <w:p w14:paraId="42821F14" w14:textId="77777777" w:rsidR="004050E7" w:rsidRPr="00E87D62" w:rsidRDefault="004050E7" w:rsidP="007C6E9B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14:paraId="14EF2626" w14:textId="77777777" w:rsidR="004050E7" w:rsidRPr="00E87D62" w:rsidRDefault="004050E7" w:rsidP="007C6E9B">
            <w:pPr>
              <w:pStyle w:val="TableText"/>
            </w:pPr>
            <w:r w:rsidRPr="00E87D62">
              <w:t>N/A</w:t>
            </w:r>
          </w:p>
        </w:tc>
        <w:tc>
          <w:tcPr>
            <w:tcW w:w="1395" w:type="dxa"/>
          </w:tcPr>
          <w:p w14:paraId="35974F28" w14:textId="77777777" w:rsidR="004050E7" w:rsidRPr="00E87D62" w:rsidRDefault="004050E7" w:rsidP="007C6E9B">
            <w:pPr>
              <w:pStyle w:val="TableText"/>
            </w:pPr>
            <w:r>
              <w:t>S1 F0/1</w:t>
            </w:r>
          </w:p>
        </w:tc>
      </w:tr>
      <w:tr w:rsidR="004050E7" w14:paraId="2BB901B4" w14:textId="77777777" w:rsidTr="003F5F27">
        <w:trPr>
          <w:cantSplit/>
          <w:jc w:val="center"/>
        </w:trPr>
        <w:tc>
          <w:tcPr>
            <w:tcW w:w="1845" w:type="dxa"/>
            <w:tcBorders>
              <w:top w:val="nil"/>
              <w:bottom w:val="single" w:sz="2" w:space="0" w:color="auto"/>
            </w:tcBorders>
            <w:vAlign w:val="bottom"/>
          </w:tcPr>
          <w:p w14:paraId="7371D7BB" w14:textId="7C959A8B" w:rsidR="004050E7" w:rsidRPr="00E87D62" w:rsidRDefault="005855BD" w:rsidP="005855BD">
            <w:pPr>
              <w:pStyle w:val="ConfigWindow"/>
            </w:pPr>
            <w:r>
              <w:t>R1</w:t>
            </w:r>
          </w:p>
        </w:tc>
        <w:tc>
          <w:tcPr>
            <w:tcW w:w="1620" w:type="dxa"/>
            <w:vAlign w:val="bottom"/>
          </w:tcPr>
          <w:p w14:paraId="716E076F" w14:textId="77777777" w:rsidR="004050E7" w:rsidRPr="00E87D62" w:rsidRDefault="004050E7" w:rsidP="007C6E9B">
            <w:pPr>
              <w:pStyle w:val="TableText"/>
            </w:pPr>
            <w:r w:rsidRPr="00E87D62">
              <w:t>S0/0/0 (DCE)</w:t>
            </w:r>
          </w:p>
        </w:tc>
        <w:tc>
          <w:tcPr>
            <w:tcW w:w="1530" w:type="dxa"/>
            <w:vAlign w:val="bottom"/>
          </w:tcPr>
          <w:p w14:paraId="252019BF" w14:textId="77777777" w:rsidR="004050E7" w:rsidRPr="00E87D62" w:rsidRDefault="004050E7" w:rsidP="007C6E9B">
            <w:pPr>
              <w:pStyle w:val="TableText"/>
            </w:pPr>
            <w:r w:rsidRPr="00E87D62">
              <w:t>10.1.1.</w:t>
            </w:r>
            <w:r>
              <w:t>2</w:t>
            </w:r>
          </w:p>
        </w:tc>
        <w:tc>
          <w:tcPr>
            <w:tcW w:w="1800" w:type="dxa"/>
            <w:vAlign w:val="bottom"/>
          </w:tcPr>
          <w:p w14:paraId="5B8887EE" w14:textId="77777777" w:rsidR="004050E7" w:rsidRPr="00E87D62" w:rsidRDefault="004050E7" w:rsidP="007C6E9B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vAlign w:val="bottom"/>
          </w:tcPr>
          <w:p w14:paraId="1FD3A39C" w14:textId="77777777" w:rsidR="004050E7" w:rsidRPr="00E87D62" w:rsidRDefault="004050E7" w:rsidP="007C6E9B">
            <w:pPr>
              <w:pStyle w:val="TableText"/>
            </w:pPr>
            <w:r w:rsidRPr="00E87D62">
              <w:t>N/A</w:t>
            </w:r>
          </w:p>
        </w:tc>
        <w:tc>
          <w:tcPr>
            <w:tcW w:w="1395" w:type="dxa"/>
          </w:tcPr>
          <w:p w14:paraId="15384B9A" w14:textId="77777777" w:rsidR="004050E7" w:rsidRPr="00E87D62" w:rsidRDefault="004050E7" w:rsidP="007C6E9B">
            <w:pPr>
              <w:pStyle w:val="TableText"/>
            </w:pPr>
            <w:r>
              <w:t>N/A</w:t>
            </w:r>
          </w:p>
        </w:tc>
      </w:tr>
      <w:tr w:rsidR="004050E7" w14:paraId="1F7F28DA" w14:textId="77777777" w:rsidTr="003F5F27">
        <w:trPr>
          <w:cantSplit/>
          <w:jc w:val="center"/>
        </w:trPr>
        <w:tc>
          <w:tcPr>
            <w:tcW w:w="1845" w:type="dxa"/>
            <w:tcBorders>
              <w:bottom w:val="nil"/>
            </w:tcBorders>
            <w:vAlign w:val="center"/>
          </w:tcPr>
          <w:p w14:paraId="7383170D" w14:textId="77777777" w:rsidR="004050E7" w:rsidRPr="00E87D62" w:rsidRDefault="004050E7" w:rsidP="007C6E9B">
            <w:pPr>
              <w:pStyle w:val="TableText"/>
            </w:pPr>
            <w:r w:rsidRPr="00E87D62">
              <w:t>R2</w:t>
            </w:r>
          </w:p>
        </w:tc>
        <w:tc>
          <w:tcPr>
            <w:tcW w:w="1620" w:type="dxa"/>
            <w:vAlign w:val="bottom"/>
          </w:tcPr>
          <w:p w14:paraId="07184490" w14:textId="77777777" w:rsidR="004050E7" w:rsidRPr="00E87D62" w:rsidRDefault="004050E7" w:rsidP="007C6E9B">
            <w:pPr>
              <w:pStyle w:val="TableText"/>
            </w:pPr>
            <w:r>
              <w:t>G0/0</w:t>
            </w:r>
          </w:p>
        </w:tc>
        <w:tc>
          <w:tcPr>
            <w:tcW w:w="1530" w:type="dxa"/>
            <w:vAlign w:val="bottom"/>
          </w:tcPr>
          <w:p w14:paraId="490AFF16" w14:textId="77777777" w:rsidR="004050E7" w:rsidRPr="00E87D62" w:rsidRDefault="004050E7" w:rsidP="007C6E9B">
            <w:pPr>
              <w:pStyle w:val="TableText"/>
            </w:pPr>
            <w:r>
              <w:t>192.168.2.1</w:t>
            </w:r>
          </w:p>
        </w:tc>
        <w:tc>
          <w:tcPr>
            <w:tcW w:w="1800" w:type="dxa"/>
            <w:vAlign w:val="bottom"/>
          </w:tcPr>
          <w:p w14:paraId="45E8C05D" w14:textId="77777777" w:rsidR="004050E7" w:rsidRPr="00E87D62" w:rsidRDefault="004050E7" w:rsidP="007C6E9B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14:paraId="0D2893AB" w14:textId="77777777" w:rsidR="004050E7" w:rsidRPr="00E87D62" w:rsidRDefault="004050E7" w:rsidP="007C6E9B">
            <w:pPr>
              <w:pStyle w:val="TableText"/>
            </w:pPr>
            <w:r>
              <w:t>N/A</w:t>
            </w:r>
          </w:p>
        </w:tc>
        <w:tc>
          <w:tcPr>
            <w:tcW w:w="1395" w:type="dxa"/>
          </w:tcPr>
          <w:p w14:paraId="68B5BF77" w14:textId="77777777" w:rsidR="004050E7" w:rsidRDefault="004050E7" w:rsidP="007C6E9B">
            <w:pPr>
              <w:pStyle w:val="TableText"/>
            </w:pPr>
            <w:r>
              <w:t>S2 F0/2</w:t>
            </w:r>
          </w:p>
        </w:tc>
      </w:tr>
      <w:tr w:rsidR="004050E7" w14:paraId="3A2E66E0" w14:textId="77777777" w:rsidTr="003F5F27">
        <w:trPr>
          <w:cantSplit/>
          <w:jc w:val="center"/>
        </w:trPr>
        <w:tc>
          <w:tcPr>
            <w:tcW w:w="1845" w:type="dxa"/>
            <w:tcBorders>
              <w:top w:val="nil"/>
              <w:bottom w:val="nil"/>
            </w:tcBorders>
            <w:vAlign w:val="center"/>
          </w:tcPr>
          <w:p w14:paraId="6C4EE6E5" w14:textId="61047743" w:rsidR="004050E7" w:rsidRPr="00E87D62" w:rsidRDefault="005855BD" w:rsidP="005855BD">
            <w:pPr>
              <w:pStyle w:val="ConfigWindow"/>
            </w:pPr>
            <w:r>
              <w:t>R2</w:t>
            </w:r>
          </w:p>
        </w:tc>
        <w:tc>
          <w:tcPr>
            <w:tcW w:w="1620" w:type="dxa"/>
            <w:vAlign w:val="bottom"/>
          </w:tcPr>
          <w:p w14:paraId="29FCC5C5" w14:textId="77777777" w:rsidR="004050E7" w:rsidRPr="00E87D62" w:rsidRDefault="004050E7" w:rsidP="007C6E9B">
            <w:pPr>
              <w:pStyle w:val="TableText"/>
            </w:pPr>
            <w:r w:rsidRPr="00E87D62">
              <w:t>S0/0/0</w:t>
            </w:r>
          </w:p>
        </w:tc>
        <w:tc>
          <w:tcPr>
            <w:tcW w:w="1530" w:type="dxa"/>
            <w:vAlign w:val="bottom"/>
          </w:tcPr>
          <w:p w14:paraId="613BE3AA" w14:textId="77777777" w:rsidR="004050E7" w:rsidRPr="00E87D62" w:rsidRDefault="004050E7" w:rsidP="007C6E9B">
            <w:pPr>
              <w:pStyle w:val="TableText"/>
            </w:pPr>
            <w:r w:rsidRPr="00E87D62">
              <w:t>10.1.1.</w:t>
            </w:r>
            <w:r>
              <w:t>1</w:t>
            </w:r>
          </w:p>
        </w:tc>
        <w:tc>
          <w:tcPr>
            <w:tcW w:w="1800" w:type="dxa"/>
            <w:vAlign w:val="bottom"/>
          </w:tcPr>
          <w:p w14:paraId="5199ED70" w14:textId="77777777" w:rsidR="004050E7" w:rsidRPr="00E87D62" w:rsidRDefault="004050E7" w:rsidP="007C6E9B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vAlign w:val="bottom"/>
          </w:tcPr>
          <w:p w14:paraId="1936C51F" w14:textId="77777777" w:rsidR="004050E7" w:rsidRPr="00E87D62" w:rsidRDefault="004050E7" w:rsidP="007C6E9B">
            <w:pPr>
              <w:pStyle w:val="TableText"/>
            </w:pPr>
            <w:r w:rsidRPr="00E87D62">
              <w:t>N/A</w:t>
            </w:r>
          </w:p>
        </w:tc>
        <w:tc>
          <w:tcPr>
            <w:tcW w:w="1395" w:type="dxa"/>
          </w:tcPr>
          <w:p w14:paraId="6534EB29" w14:textId="77777777" w:rsidR="004050E7" w:rsidRPr="00E87D62" w:rsidRDefault="004050E7" w:rsidP="007C6E9B">
            <w:pPr>
              <w:pStyle w:val="TableText"/>
            </w:pPr>
            <w:r>
              <w:t>N/A</w:t>
            </w:r>
          </w:p>
        </w:tc>
      </w:tr>
      <w:tr w:rsidR="004050E7" w14:paraId="2E234A73" w14:textId="77777777" w:rsidTr="003F5F27">
        <w:trPr>
          <w:cantSplit/>
          <w:jc w:val="center"/>
        </w:trPr>
        <w:tc>
          <w:tcPr>
            <w:tcW w:w="1845" w:type="dxa"/>
            <w:tcBorders>
              <w:top w:val="nil"/>
              <w:bottom w:val="single" w:sz="2" w:space="0" w:color="auto"/>
            </w:tcBorders>
            <w:vAlign w:val="bottom"/>
          </w:tcPr>
          <w:p w14:paraId="212D7731" w14:textId="1D506E94" w:rsidR="004050E7" w:rsidRPr="00E87D62" w:rsidRDefault="005855BD" w:rsidP="005855BD">
            <w:pPr>
              <w:pStyle w:val="ConfigWindow"/>
            </w:pPr>
            <w:r>
              <w:t>R2</w:t>
            </w:r>
          </w:p>
        </w:tc>
        <w:tc>
          <w:tcPr>
            <w:tcW w:w="1620" w:type="dxa"/>
            <w:vAlign w:val="bottom"/>
          </w:tcPr>
          <w:p w14:paraId="68426824" w14:textId="77777777" w:rsidR="004050E7" w:rsidRPr="00E87D62" w:rsidRDefault="004050E7" w:rsidP="007C6E9B">
            <w:pPr>
              <w:pStyle w:val="TableText"/>
            </w:pPr>
            <w:r w:rsidRPr="00E87D62">
              <w:t>S0/0/1 (DCE)</w:t>
            </w:r>
          </w:p>
        </w:tc>
        <w:tc>
          <w:tcPr>
            <w:tcW w:w="1530" w:type="dxa"/>
            <w:vAlign w:val="bottom"/>
          </w:tcPr>
          <w:p w14:paraId="56A22902" w14:textId="77777777" w:rsidR="004050E7" w:rsidRPr="00E87D62" w:rsidRDefault="004050E7" w:rsidP="007C6E9B">
            <w:pPr>
              <w:pStyle w:val="TableText"/>
            </w:pPr>
            <w:r w:rsidRPr="00E87D62">
              <w:t>10.2.2.</w:t>
            </w:r>
            <w:r>
              <w:t>1</w:t>
            </w:r>
          </w:p>
        </w:tc>
        <w:tc>
          <w:tcPr>
            <w:tcW w:w="1800" w:type="dxa"/>
            <w:vAlign w:val="bottom"/>
          </w:tcPr>
          <w:p w14:paraId="260C1C34" w14:textId="77777777" w:rsidR="004050E7" w:rsidRPr="00E87D62" w:rsidRDefault="004050E7" w:rsidP="007C6E9B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vAlign w:val="bottom"/>
          </w:tcPr>
          <w:p w14:paraId="39A2AEA3" w14:textId="77777777" w:rsidR="004050E7" w:rsidRPr="00E87D62" w:rsidRDefault="004050E7" w:rsidP="007C6E9B">
            <w:pPr>
              <w:pStyle w:val="TableText"/>
            </w:pPr>
            <w:r w:rsidRPr="00E87D62">
              <w:t>N/A</w:t>
            </w:r>
          </w:p>
        </w:tc>
        <w:tc>
          <w:tcPr>
            <w:tcW w:w="1395" w:type="dxa"/>
          </w:tcPr>
          <w:p w14:paraId="31128273" w14:textId="77777777" w:rsidR="004050E7" w:rsidRPr="00E87D62" w:rsidRDefault="004050E7" w:rsidP="007C6E9B">
            <w:pPr>
              <w:pStyle w:val="TableText"/>
            </w:pPr>
            <w:r>
              <w:t>N/A</w:t>
            </w:r>
          </w:p>
        </w:tc>
      </w:tr>
      <w:tr w:rsidR="004050E7" w14:paraId="46BAAF74" w14:textId="77777777" w:rsidTr="003F5F27">
        <w:trPr>
          <w:cantSplit/>
          <w:jc w:val="center"/>
        </w:trPr>
        <w:tc>
          <w:tcPr>
            <w:tcW w:w="1845" w:type="dxa"/>
            <w:tcBorders>
              <w:bottom w:val="nil"/>
            </w:tcBorders>
            <w:vAlign w:val="center"/>
          </w:tcPr>
          <w:p w14:paraId="1AEBDAFF" w14:textId="77777777" w:rsidR="004050E7" w:rsidRPr="00E87D62" w:rsidRDefault="004050E7" w:rsidP="007C6E9B">
            <w:pPr>
              <w:pStyle w:val="TableText"/>
            </w:pPr>
            <w:r>
              <w:t>R3</w:t>
            </w:r>
          </w:p>
        </w:tc>
        <w:tc>
          <w:tcPr>
            <w:tcW w:w="1620" w:type="dxa"/>
            <w:vAlign w:val="bottom"/>
          </w:tcPr>
          <w:p w14:paraId="653D2B79" w14:textId="77777777" w:rsidR="004050E7" w:rsidRPr="00E87D62" w:rsidRDefault="004050E7" w:rsidP="007C6E9B">
            <w:pPr>
              <w:pStyle w:val="TableText"/>
            </w:pPr>
            <w:r>
              <w:t>G</w:t>
            </w:r>
            <w:r w:rsidRPr="00E87D62">
              <w:t>0/</w:t>
            </w:r>
            <w:r>
              <w:t>1</w:t>
            </w:r>
          </w:p>
        </w:tc>
        <w:tc>
          <w:tcPr>
            <w:tcW w:w="1530" w:type="dxa"/>
            <w:vAlign w:val="bottom"/>
          </w:tcPr>
          <w:p w14:paraId="76B99BB1" w14:textId="77777777" w:rsidR="004050E7" w:rsidRPr="00E87D62" w:rsidRDefault="004050E7" w:rsidP="007C6E9B">
            <w:pPr>
              <w:pStyle w:val="TableText"/>
            </w:pPr>
            <w:r w:rsidRPr="00E87D62">
              <w:t>192.168.3.1</w:t>
            </w:r>
          </w:p>
        </w:tc>
        <w:tc>
          <w:tcPr>
            <w:tcW w:w="1800" w:type="dxa"/>
            <w:vAlign w:val="bottom"/>
          </w:tcPr>
          <w:p w14:paraId="4996D43B" w14:textId="77777777" w:rsidR="004050E7" w:rsidRPr="00E87D62" w:rsidRDefault="004050E7" w:rsidP="007C6E9B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14:paraId="3A58A9E2" w14:textId="77777777" w:rsidR="004050E7" w:rsidRPr="00E87D62" w:rsidRDefault="004050E7" w:rsidP="007C6E9B">
            <w:pPr>
              <w:pStyle w:val="TableText"/>
            </w:pPr>
            <w:r w:rsidRPr="00E87D62">
              <w:t>N/A</w:t>
            </w:r>
          </w:p>
        </w:tc>
        <w:tc>
          <w:tcPr>
            <w:tcW w:w="1395" w:type="dxa"/>
          </w:tcPr>
          <w:p w14:paraId="767A23C2" w14:textId="77777777" w:rsidR="004050E7" w:rsidRPr="00E87D62" w:rsidRDefault="004050E7" w:rsidP="007C6E9B">
            <w:pPr>
              <w:pStyle w:val="TableText"/>
            </w:pPr>
            <w:r>
              <w:t>S3 F0/5</w:t>
            </w:r>
          </w:p>
        </w:tc>
      </w:tr>
      <w:tr w:rsidR="004050E7" w14:paraId="3EF057E3" w14:textId="77777777" w:rsidTr="003F5F27">
        <w:trPr>
          <w:cantSplit/>
          <w:jc w:val="center"/>
        </w:trPr>
        <w:tc>
          <w:tcPr>
            <w:tcW w:w="1845" w:type="dxa"/>
            <w:tcBorders>
              <w:top w:val="nil"/>
            </w:tcBorders>
            <w:vAlign w:val="bottom"/>
          </w:tcPr>
          <w:p w14:paraId="02E9D73A" w14:textId="2AF482D9" w:rsidR="004050E7" w:rsidRPr="00E87D62" w:rsidRDefault="005855BD" w:rsidP="005855BD">
            <w:pPr>
              <w:pStyle w:val="ConfigWindow"/>
            </w:pPr>
            <w:r>
              <w:t>R3</w:t>
            </w:r>
          </w:p>
        </w:tc>
        <w:tc>
          <w:tcPr>
            <w:tcW w:w="1620" w:type="dxa"/>
            <w:vAlign w:val="bottom"/>
          </w:tcPr>
          <w:p w14:paraId="5FF276A1" w14:textId="77777777" w:rsidR="004050E7" w:rsidRPr="00E87D62" w:rsidRDefault="004050E7" w:rsidP="007C6E9B">
            <w:pPr>
              <w:pStyle w:val="TableText"/>
            </w:pPr>
            <w:r>
              <w:t>S0/0/1</w:t>
            </w:r>
          </w:p>
        </w:tc>
        <w:tc>
          <w:tcPr>
            <w:tcW w:w="1530" w:type="dxa"/>
            <w:vAlign w:val="bottom"/>
          </w:tcPr>
          <w:p w14:paraId="73BDDEEC" w14:textId="77777777" w:rsidR="004050E7" w:rsidRPr="00E87D62" w:rsidRDefault="004050E7" w:rsidP="007C6E9B">
            <w:pPr>
              <w:pStyle w:val="TableText"/>
            </w:pPr>
            <w:r w:rsidRPr="00E87D62">
              <w:t>10.2.2.</w:t>
            </w:r>
            <w:r>
              <w:t>2</w:t>
            </w:r>
          </w:p>
        </w:tc>
        <w:tc>
          <w:tcPr>
            <w:tcW w:w="1800" w:type="dxa"/>
            <w:vAlign w:val="bottom"/>
          </w:tcPr>
          <w:p w14:paraId="561DEBCF" w14:textId="77777777" w:rsidR="004050E7" w:rsidRPr="00E87D62" w:rsidRDefault="004050E7" w:rsidP="007C6E9B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vAlign w:val="bottom"/>
          </w:tcPr>
          <w:p w14:paraId="54EC4994" w14:textId="77777777" w:rsidR="004050E7" w:rsidRPr="00E87D62" w:rsidRDefault="004050E7" w:rsidP="007C6E9B">
            <w:pPr>
              <w:pStyle w:val="TableText"/>
            </w:pPr>
            <w:r w:rsidRPr="00E87D62">
              <w:t>N/A</w:t>
            </w:r>
          </w:p>
        </w:tc>
        <w:tc>
          <w:tcPr>
            <w:tcW w:w="1395" w:type="dxa"/>
          </w:tcPr>
          <w:p w14:paraId="07CF8364" w14:textId="77777777" w:rsidR="004050E7" w:rsidRPr="00E87D62" w:rsidRDefault="004050E7" w:rsidP="007C6E9B">
            <w:pPr>
              <w:pStyle w:val="TableText"/>
            </w:pPr>
            <w:r>
              <w:t>N/A</w:t>
            </w:r>
          </w:p>
        </w:tc>
      </w:tr>
      <w:tr w:rsidR="004050E7" w14:paraId="37AFE478" w14:textId="77777777" w:rsidTr="003F5F27">
        <w:trPr>
          <w:cantSplit/>
          <w:jc w:val="center"/>
        </w:trPr>
        <w:tc>
          <w:tcPr>
            <w:tcW w:w="1845" w:type="dxa"/>
            <w:vAlign w:val="bottom"/>
          </w:tcPr>
          <w:p w14:paraId="745A7C95" w14:textId="4E67E390" w:rsidR="004050E7" w:rsidRPr="00E87D62" w:rsidRDefault="004050E7" w:rsidP="007C6E9B">
            <w:pPr>
              <w:pStyle w:val="TableText"/>
            </w:pPr>
            <w:r w:rsidRPr="00E87D62">
              <w:t>PC-A</w:t>
            </w:r>
          </w:p>
        </w:tc>
        <w:tc>
          <w:tcPr>
            <w:tcW w:w="1620" w:type="dxa"/>
            <w:vAlign w:val="bottom"/>
          </w:tcPr>
          <w:p w14:paraId="4E6A53E4" w14:textId="77777777" w:rsidR="004050E7" w:rsidRPr="00E87D62" w:rsidRDefault="004050E7" w:rsidP="007C6E9B">
            <w:pPr>
              <w:pStyle w:val="TableText"/>
            </w:pPr>
            <w:r w:rsidRPr="00E87D62">
              <w:t>NIC</w:t>
            </w:r>
          </w:p>
        </w:tc>
        <w:tc>
          <w:tcPr>
            <w:tcW w:w="1530" w:type="dxa"/>
            <w:vAlign w:val="bottom"/>
          </w:tcPr>
          <w:p w14:paraId="60214418" w14:textId="77777777" w:rsidR="004050E7" w:rsidRPr="00E87D62" w:rsidRDefault="004050E7" w:rsidP="007C6E9B">
            <w:pPr>
              <w:pStyle w:val="TableText"/>
            </w:pPr>
            <w:r w:rsidRPr="00E87D62">
              <w:t>192.168.1.3</w:t>
            </w:r>
          </w:p>
        </w:tc>
        <w:tc>
          <w:tcPr>
            <w:tcW w:w="1800" w:type="dxa"/>
            <w:vAlign w:val="bottom"/>
          </w:tcPr>
          <w:p w14:paraId="773E26A1" w14:textId="77777777" w:rsidR="004050E7" w:rsidRPr="00E87D62" w:rsidRDefault="004050E7" w:rsidP="007C6E9B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14:paraId="265CED7E" w14:textId="77777777" w:rsidR="004050E7" w:rsidRPr="00E87D62" w:rsidRDefault="004050E7" w:rsidP="007C6E9B">
            <w:pPr>
              <w:pStyle w:val="TableText"/>
            </w:pPr>
            <w:r w:rsidRPr="00E87D62">
              <w:t>192.168.1.1</w:t>
            </w:r>
          </w:p>
        </w:tc>
        <w:tc>
          <w:tcPr>
            <w:tcW w:w="1395" w:type="dxa"/>
          </w:tcPr>
          <w:p w14:paraId="560FD01E" w14:textId="77777777" w:rsidR="004050E7" w:rsidRPr="00E87D62" w:rsidRDefault="004050E7" w:rsidP="007C6E9B">
            <w:pPr>
              <w:pStyle w:val="TableText"/>
            </w:pPr>
            <w:r>
              <w:t>S1 F0/2</w:t>
            </w:r>
          </w:p>
        </w:tc>
      </w:tr>
      <w:tr w:rsidR="004050E7" w14:paraId="2133174C" w14:textId="77777777" w:rsidTr="003F5F27">
        <w:trPr>
          <w:cantSplit/>
          <w:jc w:val="center"/>
        </w:trPr>
        <w:tc>
          <w:tcPr>
            <w:tcW w:w="1845" w:type="dxa"/>
            <w:vAlign w:val="bottom"/>
          </w:tcPr>
          <w:p w14:paraId="71DC93B3" w14:textId="77777777" w:rsidR="004050E7" w:rsidRPr="00E87D62" w:rsidRDefault="004050E7" w:rsidP="007C6E9B">
            <w:pPr>
              <w:pStyle w:val="TableText"/>
            </w:pPr>
            <w:r>
              <w:t>PC-B</w:t>
            </w:r>
          </w:p>
        </w:tc>
        <w:tc>
          <w:tcPr>
            <w:tcW w:w="1620" w:type="dxa"/>
            <w:vAlign w:val="bottom"/>
          </w:tcPr>
          <w:p w14:paraId="361B3E80" w14:textId="77777777" w:rsidR="004050E7" w:rsidRPr="00E87D62" w:rsidRDefault="004050E7" w:rsidP="007C6E9B">
            <w:pPr>
              <w:pStyle w:val="TableText"/>
            </w:pPr>
            <w:r>
              <w:t>NIC</w:t>
            </w:r>
          </w:p>
        </w:tc>
        <w:tc>
          <w:tcPr>
            <w:tcW w:w="1530" w:type="dxa"/>
            <w:vAlign w:val="bottom"/>
          </w:tcPr>
          <w:p w14:paraId="4E3993BC" w14:textId="77777777" w:rsidR="004050E7" w:rsidRPr="00E87D62" w:rsidRDefault="004050E7" w:rsidP="007C6E9B">
            <w:pPr>
              <w:pStyle w:val="TableText"/>
            </w:pPr>
            <w:r>
              <w:t>192.168.2.3</w:t>
            </w:r>
          </w:p>
        </w:tc>
        <w:tc>
          <w:tcPr>
            <w:tcW w:w="1800" w:type="dxa"/>
            <w:vAlign w:val="bottom"/>
          </w:tcPr>
          <w:p w14:paraId="11E567F8" w14:textId="77777777" w:rsidR="004050E7" w:rsidRPr="00E87D62" w:rsidRDefault="004050E7" w:rsidP="007C6E9B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14:paraId="28D25250" w14:textId="77777777" w:rsidR="004050E7" w:rsidRPr="00E87D62" w:rsidRDefault="004050E7" w:rsidP="007C6E9B">
            <w:pPr>
              <w:pStyle w:val="TableText"/>
            </w:pPr>
            <w:r>
              <w:t>192.168.2.1</w:t>
            </w:r>
          </w:p>
        </w:tc>
        <w:tc>
          <w:tcPr>
            <w:tcW w:w="1395" w:type="dxa"/>
          </w:tcPr>
          <w:p w14:paraId="27AC89E6" w14:textId="77777777" w:rsidR="004050E7" w:rsidRDefault="004050E7" w:rsidP="007C6E9B">
            <w:pPr>
              <w:pStyle w:val="TableText"/>
            </w:pPr>
            <w:r>
              <w:t>S2 F0/1</w:t>
            </w:r>
          </w:p>
        </w:tc>
      </w:tr>
      <w:tr w:rsidR="004050E7" w14:paraId="3B4649C5" w14:textId="77777777" w:rsidTr="003F5F27">
        <w:trPr>
          <w:cantSplit/>
          <w:jc w:val="center"/>
        </w:trPr>
        <w:tc>
          <w:tcPr>
            <w:tcW w:w="1845" w:type="dxa"/>
            <w:vAlign w:val="bottom"/>
          </w:tcPr>
          <w:p w14:paraId="401170D0" w14:textId="77777777" w:rsidR="004050E7" w:rsidRPr="00E87D62" w:rsidRDefault="004050E7" w:rsidP="007C6E9B">
            <w:pPr>
              <w:pStyle w:val="TableText"/>
            </w:pPr>
            <w:r w:rsidRPr="00E87D62">
              <w:t>PC-C</w:t>
            </w:r>
          </w:p>
        </w:tc>
        <w:tc>
          <w:tcPr>
            <w:tcW w:w="1620" w:type="dxa"/>
            <w:vAlign w:val="bottom"/>
          </w:tcPr>
          <w:p w14:paraId="7821A9DC" w14:textId="77777777" w:rsidR="004050E7" w:rsidRPr="00E87D62" w:rsidRDefault="004050E7" w:rsidP="007C6E9B">
            <w:pPr>
              <w:pStyle w:val="TableText"/>
            </w:pPr>
            <w:r w:rsidRPr="00E87D62">
              <w:t>NIC</w:t>
            </w:r>
          </w:p>
        </w:tc>
        <w:tc>
          <w:tcPr>
            <w:tcW w:w="1530" w:type="dxa"/>
            <w:vAlign w:val="bottom"/>
          </w:tcPr>
          <w:p w14:paraId="3E7E5602" w14:textId="77777777" w:rsidR="004050E7" w:rsidRPr="00E87D62" w:rsidRDefault="004050E7" w:rsidP="007C6E9B">
            <w:pPr>
              <w:pStyle w:val="TableText"/>
            </w:pPr>
            <w:r w:rsidRPr="00E87D62">
              <w:t>192.168.3.3</w:t>
            </w:r>
          </w:p>
        </w:tc>
        <w:tc>
          <w:tcPr>
            <w:tcW w:w="1800" w:type="dxa"/>
            <w:vAlign w:val="bottom"/>
          </w:tcPr>
          <w:p w14:paraId="0FB65296" w14:textId="77777777" w:rsidR="004050E7" w:rsidRPr="00E87D62" w:rsidRDefault="004050E7" w:rsidP="007C6E9B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14:paraId="608AFF62" w14:textId="77777777" w:rsidR="004050E7" w:rsidRPr="00E87D62" w:rsidRDefault="004050E7" w:rsidP="007C6E9B">
            <w:pPr>
              <w:pStyle w:val="TableText"/>
            </w:pPr>
            <w:r w:rsidRPr="00E87D62">
              <w:t>192.168.3.1</w:t>
            </w:r>
          </w:p>
        </w:tc>
        <w:tc>
          <w:tcPr>
            <w:tcW w:w="1395" w:type="dxa"/>
          </w:tcPr>
          <w:p w14:paraId="4F7449F6" w14:textId="77777777" w:rsidR="004050E7" w:rsidRPr="00E87D62" w:rsidRDefault="004050E7" w:rsidP="007C6E9B">
            <w:pPr>
              <w:pStyle w:val="TableText"/>
            </w:pPr>
            <w:r>
              <w:t>S3 F0/18</w:t>
            </w:r>
          </w:p>
        </w:tc>
      </w:tr>
    </w:tbl>
    <w:p w14:paraId="28D96D72" w14:textId="77777777" w:rsidR="005855BD" w:rsidRDefault="005855BD" w:rsidP="005855BD">
      <w:pPr>
        <w:pStyle w:val="ConfigWindow"/>
        <w:numPr>
          <w:ilvl w:val="0"/>
          <w:numId w:val="3"/>
        </w:numPr>
      </w:pPr>
      <w:r>
        <w:t>Blank Line, No additional information</w:t>
      </w:r>
    </w:p>
    <w:p w14:paraId="1288D785" w14:textId="77777777" w:rsidR="004050E7" w:rsidRPr="00BB73FF" w:rsidRDefault="004050E7" w:rsidP="009939CD">
      <w:pPr>
        <w:pStyle w:val="Heading1"/>
      </w:pPr>
      <w:r w:rsidRPr="00BB73FF">
        <w:t>Objective</w:t>
      </w:r>
      <w:r>
        <w:t>s</w:t>
      </w:r>
    </w:p>
    <w:p w14:paraId="26C0D1B3" w14:textId="77777777" w:rsidR="004050E7" w:rsidRDefault="004050E7" w:rsidP="004050E7">
      <w:pPr>
        <w:pStyle w:val="Bulletlevel1"/>
        <w:tabs>
          <w:tab w:val="num" w:pos="720"/>
        </w:tabs>
        <w:spacing w:before="60" w:after="60" w:line="276" w:lineRule="auto"/>
      </w:pPr>
      <w:r>
        <w:t>Configure a local user account on R1 and configure authenticate on the console and vty lines using local AAA.</w:t>
      </w:r>
    </w:p>
    <w:p w14:paraId="4E398556" w14:textId="77777777" w:rsidR="004050E7" w:rsidRPr="004A724D" w:rsidRDefault="004050E7" w:rsidP="004050E7">
      <w:pPr>
        <w:pStyle w:val="Bulletlevel1"/>
        <w:tabs>
          <w:tab w:val="num" w:pos="720"/>
        </w:tabs>
        <w:spacing w:before="60" w:after="60" w:line="276" w:lineRule="auto"/>
      </w:pPr>
      <w:r>
        <w:t xml:space="preserve">Verify local AAA authentication from the R1 console </w:t>
      </w:r>
      <w:r w:rsidRPr="006F11A3">
        <w:t xml:space="preserve">and the </w:t>
      </w:r>
      <w:r>
        <w:t>PC-A client.</w:t>
      </w:r>
    </w:p>
    <w:p w14:paraId="0B1ED32B" w14:textId="77777777" w:rsidR="004050E7" w:rsidRPr="008402F2" w:rsidRDefault="004050E7" w:rsidP="009939CD">
      <w:pPr>
        <w:pStyle w:val="Heading1"/>
      </w:pPr>
      <w:r w:rsidRPr="008402F2">
        <w:t>Background</w:t>
      </w:r>
      <w:r>
        <w:t xml:space="preserve"> / Scenario</w:t>
      </w:r>
    </w:p>
    <w:p w14:paraId="3897C49B" w14:textId="77777777" w:rsidR="004050E7" w:rsidRDefault="004050E7" w:rsidP="004050E7">
      <w:pPr>
        <w:pStyle w:val="BodyTextL25"/>
      </w:pPr>
      <w:bookmarkStart w:id="0" w:name="_Toc492961008"/>
      <w:bookmarkStart w:id="1" w:name="_Toc492974528"/>
      <w:bookmarkStart w:id="2" w:name="_Toc492974581"/>
      <w:bookmarkStart w:id="3" w:name="_Toc494171525"/>
      <w:r w:rsidRPr="00534BD2">
        <w:t xml:space="preserve">The network topology shows </w:t>
      </w:r>
      <w:r>
        <w:t>routers R1, R2 and R3</w:t>
      </w:r>
      <w:r w:rsidRPr="00534BD2">
        <w:t xml:space="preserve">. </w:t>
      </w:r>
      <w:r>
        <w:t>Currently, all administrative security is based on knowledge of the enable secret password. Your task is to configure and test local and server-based AAA solutions.</w:t>
      </w:r>
    </w:p>
    <w:p w14:paraId="315E39B0" w14:textId="77777777" w:rsidR="004050E7" w:rsidRDefault="004050E7" w:rsidP="004050E7">
      <w:pPr>
        <w:pStyle w:val="BodyTextL25"/>
      </w:pPr>
      <w:r>
        <w:t>You will create a local user account and configure local AAA on router R1 to test the console and vty logins.</w:t>
      </w:r>
    </w:p>
    <w:p w14:paraId="06D7E471" w14:textId="77777777" w:rsidR="004050E7" w:rsidRDefault="004050E7" w:rsidP="005855BD">
      <w:pPr>
        <w:pStyle w:val="Bulletlevel2"/>
      </w:pPr>
      <w:r w:rsidRPr="009F0A68">
        <w:t>User account:</w:t>
      </w:r>
      <w:r>
        <w:t xml:space="preserve"> </w:t>
      </w:r>
      <w:r w:rsidRPr="009F0A68">
        <w:rPr>
          <w:b/>
        </w:rPr>
        <w:t>Admin</w:t>
      </w:r>
      <w:r>
        <w:rPr>
          <w:b/>
        </w:rPr>
        <w:t>1</w:t>
      </w:r>
      <w:r>
        <w:t xml:space="preserve"> and password </w:t>
      </w:r>
      <w:r w:rsidRPr="00C777BB">
        <w:rPr>
          <w:b/>
        </w:rPr>
        <w:t>admin1pa55</w:t>
      </w:r>
    </w:p>
    <w:p w14:paraId="5862F557" w14:textId="77777777" w:rsidR="004050E7" w:rsidRPr="000821BD" w:rsidRDefault="004050E7" w:rsidP="004050E7">
      <w:pPr>
        <w:pStyle w:val="BodyTextL25"/>
      </w:pPr>
      <w:r w:rsidRPr="000821BD">
        <w:t xml:space="preserve">The routers have </w:t>
      </w:r>
      <w:r>
        <w:t xml:space="preserve">also </w:t>
      </w:r>
      <w:r w:rsidRPr="000821BD">
        <w:t>been pre-configured with the following:</w:t>
      </w:r>
    </w:p>
    <w:p w14:paraId="676AF779" w14:textId="77777777" w:rsidR="004050E7" w:rsidRPr="002C4CFE" w:rsidRDefault="004050E7" w:rsidP="005855BD">
      <w:pPr>
        <w:pStyle w:val="Bulletlevel2"/>
      </w:pPr>
      <w:r w:rsidRPr="000821BD">
        <w:t xml:space="preserve">Enable </w:t>
      </w:r>
      <w:r>
        <w:t xml:space="preserve">secret </w:t>
      </w:r>
      <w:r w:rsidRPr="000821BD">
        <w:t xml:space="preserve">password: </w:t>
      </w:r>
      <w:r>
        <w:rPr>
          <w:b/>
        </w:rPr>
        <w:t>ciscoen</w:t>
      </w:r>
      <w:r w:rsidRPr="00C777BB">
        <w:rPr>
          <w:b/>
        </w:rPr>
        <w:t>pa55</w:t>
      </w:r>
    </w:p>
    <w:p w14:paraId="0DA4DA3E" w14:textId="77777777" w:rsidR="004050E7" w:rsidRDefault="004050E7" w:rsidP="005855BD">
      <w:pPr>
        <w:pStyle w:val="Bulletlevel2"/>
      </w:pPr>
      <w:r>
        <w:t xml:space="preserve">OSPF routing protocol with MD5 authentication using password: </w:t>
      </w:r>
      <w:r w:rsidRPr="00315C8F">
        <w:rPr>
          <w:b/>
        </w:rPr>
        <w:t>MD5pa55</w:t>
      </w:r>
    </w:p>
    <w:p w14:paraId="0855249D" w14:textId="77777777" w:rsidR="004050E7" w:rsidRDefault="004050E7" w:rsidP="004050E7">
      <w:pPr>
        <w:pStyle w:val="BodyTextL25"/>
      </w:pPr>
      <w:r w:rsidRPr="00A358C5">
        <w:rPr>
          <w:rStyle w:val="BodyTextBoldChar"/>
          <w:rFonts w:eastAsia="Calibri"/>
        </w:rPr>
        <w:t>Note</w:t>
      </w:r>
      <w:r>
        <w:t>: The console and vty lines have not been pre-configured</w:t>
      </w:r>
      <w:r w:rsidRPr="00364CB1">
        <w:t>.</w:t>
      </w:r>
    </w:p>
    <w:p w14:paraId="456A5554" w14:textId="1533D0C4" w:rsidR="004050E7" w:rsidRDefault="004050E7" w:rsidP="004050E7">
      <w:pPr>
        <w:pStyle w:val="BodyTextL25"/>
      </w:pPr>
      <w:r w:rsidRPr="00F90937">
        <w:rPr>
          <w:b/>
        </w:rPr>
        <w:t>Note</w:t>
      </w:r>
      <w:r>
        <w:t xml:space="preserve">: </w:t>
      </w:r>
      <w:r w:rsidR="002249AE">
        <w:t>Newer IOS images</w:t>
      </w:r>
      <w:r>
        <w:t xml:space="preserve"> use </w:t>
      </w:r>
      <w:r w:rsidR="002249AE">
        <w:t xml:space="preserve">more </w:t>
      </w:r>
      <w:r>
        <w:t xml:space="preserve">secure encryption hashing algorithm; however, the IOS version </w:t>
      </w:r>
      <w:r w:rsidR="002249AE">
        <w:t xml:space="preserve">currently </w:t>
      </w:r>
      <w:r>
        <w:t xml:space="preserve">supported in Packet Tracer uses MD5. Always use the most secure option available on your </w:t>
      </w:r>
      <w:r w:rsidR="002249AE">
        <w:t xml:space="preserve">physical </w:t>
      </w:r>
      <w:r>
        <w:t>equipment.</w:t>
      </w:r>
    </w:p>
    <w:bookmarkEnd w:id="0"/>
    <w:bookmarkEnd w:id="1"/>
    <w:bookmarkEnd w:id="2"/>
    <w:bookmarkEnd w:id="3"/>
    <w:p w14:paraId="1B585D7F" w14:textId="77777777" w:rsidR="004050E7" w:rsidRPr="00EB5ADD" w:rsidRDefault="004050E7" w:rsidP="005855BD">
      <w:pPr>
        <w:pStyle w:val="Heading2"/>
      </w:pPr>
      <w:r>
        <w:t>Configure Local AAA</w:t>
      </w:r>
      <w:r w:rsidRPr="00EB5ADD">
        <w:t xml:space="preserve"> </w:t>
      </w:r>
      <w:r>
        <w:t>Authentication for Console Access on R1</w:t>
      </w:r>
    </w:p>
    <w:p w14:paraId="416E7118" w14:textId="77777777" w:rsidR="004050E7" w:rsidRPr="003327D4" w:rsidRDefault="004050E7" w:rsidP="005855BD">
      <w:pPr>
        <w:pStyle w:val="Heading3"/>
      </w:pPr>
      <w:r w:rsidRPr="003327D4">
        <w:t>Configure a local username on R1.</w:t>
      </w:r>
    </w:p>
    <w:p w14:paraId="44F58328" w14:textId="77777777" w:rsidR="004050E7" w:rsidRDefault="004050E7" w:rsidP="004050E7">
      <w:pPr>
        <w:pStyle w:val="BodyTextL25"/>
      </w:pPr>
      <w:r>
        <w:t xml:space="preserve">Configure a username of </w:t>
      </w:r>
      <w:r>
        <w:rPr>
          <w:b/>
        </w:rPr>
        <w:t>Admin1</w:t>
      </w:r>
      <w:r>
        <w:t xml:space="preserve"> with a secret password of </w:t>
      </w:r>
      <w:r>
        <w:rPr>
          <w:b/>
        </w:rPr>
        <w:t>admin1p</w:t>
      </w:r>
      <w:r w:rsidRPr="009F0A68">
        <w:rPr>
          <w:b/>
        </w:rPr>
        <w:t>a55</w:t>
      </w:r>
      <w:r>
        <w:t>.</w:t>
      </w:r>
    </w:p>
    <w:p w14:paraId="5DA721E7" w14:textId="77777777" w:rsidR="004050E7" w:rsidRPr="003327D4" w:rsidRDefault="004050E7" w:rsidP="005855BD">
      <w:pPr>
        <w:pStyle w:val="Heading3"/>
      </w:pPr>
      <w:r w:rsidRPr="003327D4">
        <w:t>Configure local AAA authentication for console access on R1.</w:t>
      </w:r>
    </w:p>
    <w:p w14:paraId="6FCC7B20" w14:textId="77777777" w:rsidR="004050E7" w:rsidRDefault="004050E7" w:rsidP="004050E7">
      <w:pPr>
        <w:pStyle w:val="BodyTextL25"/>
      </w:pPr>
      <w:r>
        <w:t>Enable AAA on R1 and configure AAA authentication for the console login to use the local database.</w:t>
      </w:r>
    </w:p>
    <w:p w14:paraId="2CA2947F" w14:textId="77777777" w:rsidR="004050E7" w:rsidRPr="003327D4" w:rsidRDefault="004050E7" w:rsidP="005855BD">
      <w:pPr>
        <w:pStyle w:val="Heading3"/>
      </w:pPr>
      <w:r w:rsidRPr="003327D4">
        <w:t>Configure the line console to use the defined AAA authentication method.</w:t>
      </w:r>
    </w:p>
    <w:p w14:paraId="74279B55" w14:textId="77777777" w:rsidR="004050E7" w:rsidRDefault="004050E7" w:rsidP="004050E7">
      <w:pPr>
        <w:pStyle w:val="BodyTextL25"/>
      </w:pPr>
      <w:r>
        <w:t xml:space="preserve">Enable AAA on </w:t>
      </w:r>
      <w:r w:rsidRPr="00FF1CE1">
        <w:rPr>
          <w:b/>
        </w:rPr>
        <w:t>R1</w:t>
      </w:r>
      <w:r>
        <w:t xml:space="preserve"> and configure AAA authentication for the console login to use the default method list.</w:t>
      </w:r>
    </w:p>
    <w:p w14:paraId="45584CB1" w14:textId="77777777" w:rsidR="004050E7" w:rsidRPr="003327D4" w:rsidRDefault="004050E7" w:rsidP="005855BD">
      <w:pPr>
        <w:pStyle w:val="Heading3"/>
      </w:pPr>
      <w:r w:rsidRPr="003327D4">
        <w:t>Verify the AAA authentication method.</w:t>
      </w:r>
    </w:p>
    <w:p w14:paraId="6782EF66" w14:textId="77777777" w:rsidR="004050E7" w:rsidRDefault="004050E7" w:rsidP="004050E7">
      <w:pPr>
        <w:pStyle w:val="BodyTextL25"/>
      </w:pPr>
      <w:r>
        <w:t>Verify the user EXEC login using the local database.</w:t>
      </w:r>
    </w:p>
    <w:p w14:paraId="780928FF" w14:textId="77777777" w:rsidR="004050E7" w:rsidRPr="00EB5ADD" w:rsidRDefault="004050E7" w:rsidP="005855BD">
      <w:pPr>
        <w:pStyle w:val="Heading2"/>
      </w:pPr>
      <w:r>
        <w:t>Configure Local AAA</w:t>
      </w:r>
      <w:r w:rsidRPr="00EB5ADD">
        <w:t xml:space="preserve"> </w:t>
      </w:r>
      <w:r>
        <w:t>Authentication for vty Lines on R1</w:t>
      </w:r>
    </w:p>
    <w:p w14:paraId="1276A79D" w14:textId="77777777" w:rsidR="004050E7" w:rsidRDefault="004050E7" w:rsidP="005855BD">
      <w:pPr>
        <w:pStyle w:val="Heading3"/>
      </w:pPr>
      <w:r>
        <w:t>Configure domain name and crypto key for use with SSH.</w:t>
      </w:r>
    </w:p>
    <w:p w14:paraId="6D08F7F1" w14:textId="438CB911" w:rsidR="004050E7" w:rsidRDefault="004050E7" w:rsidP="009939CD">
      <w:pPr>
        <w:pStyle w:val="SubStepAlpha"/>
      </w:pPr>
      <w:r>
        <w:t xml:space="preserve">Use </w:t>
      </w:r>
      <w:r w:rsidR="005855BD" w:rsidRPr="005855BD">
        <w:rPr>
          <w:b/>
          <w:bCs/>
        </w:rPr>
        <w:t>netsec</w:t>
      </w:r>
      <w:r w:rsidRPr="005855BD">
        <w:rPr>
          <w:b/>
          <w:bCs/>
        </w:rPr>
        <w:t>.com</w:t>
      </w:r>
      <w:r>
        <w:t xml:space="preserve"> as the domain name on R1.</w:t>
      </w:r>
    </w:p>
    <w:p w14:paraId="46A938D5" w14:textId="77777777" w:rsidR="004050E7" w:rsidRDefault="004050E7" w:rsidP="009939CD">
      <w:pPr>
        <w:pStyle w:val="SubStepAlpha"/>
      </w:pPr>
      <w:r>
        <w:t>Create an RSA crypto key using 1024 bits.</w:t>
      </w:r>
    </w:p>
    <w:p w14:paraId="670CCCBC" w14:textId="77777777" w:rsidR="004050E7" w:rsidRPr="003327D4" w:rsidRDefault="004050E7" w:rsidP="005855BD">
      <w:pPr>
        <w:pStyle w:val="Heading3"/>
      </w:pPr>
      <w:r w:rsidRPr="003327D4">
        <w:t xml:space="preserve">Configure a named list AAA authentication </w:t>
      </w:r>
      <w:r>
        <w:t>method for the vty lines on R1.</w:t>
      </w:r>
    </w:p>
    <w:p w14:paraId="71174400" w14:textId="77777777" w:rsidR="004050E7" w:rsidRDefault="004050E7" w:rsidP="004050E7">
      <w:pPr>
        <w:pStyle w:val="BodyTextL25"/>
      </w:pPr>
      <w:r>
        <w:t xml:space="preserve">Configure a named list called </w:t>
      </w:r>
      <w:r>
        <w:rPr>
          <w:b/>
        </w:rPr>
        <w:t>SSH</w:t>
      </w:r>
      <w:r w:rsidRPr="00872193">
        <w:rPr>
          <w:b/>
        </w:rPr>
        <w:t>-LOGIN</w:t>
      </w:r>
      <w:r>
        <w:t xml:space="preserve"> to authenticate logins using local AAA.</w:t>
      </w:r>
    </w:p>
    <w:p w14:paraId="10A22816" w14:textId="77777777" w:rsidR="004050E7" w:rsidRPr="003327D4" w:rsidRDefault="004050E7" w:rsidP="005855BD">
      <w:pPr>
        <w:pStyle w:val="Heading3"/>
      </w:pPr>
      <w:r w:rsidRPr="003327D4">
        <w:t xml:space="preserve">Configure the </w:t>
      </w:r>
      <w:r>
        <w:t>vty</w:t>
      </w:r>
      <w:r w:rsidRPr="003327D4">
        <w:t xml:space="preserve"> lines to use the def</w:t>
      </w:r>
      <w:r>
        <w:t>ined AAA authentication method.</w:t>
      </w:r>
    </w:p>
    <w:p w14:paraId="37E899AD" w14:textId="77777777" w:rsidR="004050E7" w:rsidRDefault="004050E7" w:rsidP="004050E7">
      <w:pPr>
        <w:pStyle w:val="BodyTextL25"/>
      </w:pPr>
      <w:r>
        <w:t>Configure the vty</w:t>
      </w:r>
      <w:r w:rsidDel="00C73E4B">
        <w:t xml:space="preserve"> </w:t>
      </w:r>
      <w:r>
        <w:t>lines to use the named AAA method and only allow SSH for remote access.</w:t>
      </w:r>
    </w:p>
    <w:p w14:paraId="27C1E13D" w14:textId="77777777" w:rsidR="004050E7" w:rsidRPr="003327D4" w:rsidRDefault="004050E7" w:rsidP="005855BD">
      <w:pPr>
        <w:pStyle w:val="Heading3"/>
      </w:pPr>
      <w:r w:rsidRPr="003327D4">
        <w:t>Verify the AAA authentication method.</w:t>
      </w:r>
    </w:p>
    <w:p w14:paraId="53EA9DE3" w14:textId="4B4DDC30" w:rsidR="004050E7" w:rsidRDefault="004050E7" w:rsidP="004050E7">
      <w:pPr>
        <w:pStyle w:val="BodyTextL25"/>
      </w:pPr>
      <w:r>
        <w:t xml:space="preserve">Verify the SSH configuration SSH to </w:t>
      </w:r>
      <w:r w:rsidRPr="00FF1CE1">
        <w:rPr>
          <w:b/>
        </w:rPr>
        <w:t>R1</w:t>
      </w:r>
      <w:r>
        <w:t xml:space="preserve"> from the command prompt of </w:t>
      </w:r>
      <w:r w:rsidRPr="00FF1CE1">
        <w:rPr>
          <w:b/>
        </w:rPr>
        <w:t>PC-A</w:t>
      </w:r>
      <w:r>
        <w:t>.</w:t>
      </w:r>
    </w:p>
    <w:p w14:paraId="6AB802EA" w14:textId="77777777" w:rsidR="004050E7" w:rsidRPr="005855BD" w:rsidRDefault="004050E7" w:rsidP="005855BD">
      <w:pPr>
        <w:pStyle w:val="CMD"/>
      </w:pPr>
      <w:r w:rsidRPr="005855BD">
        <w:t xml:space="preserve">PC&gt; </w:t>
      </w:r>
      <w:r w:rsidRPr="005855BD">
        <w:rPr>
          <w:b/>
          <w:bCs/>
        </w:rPr>
        <w:t>ssh –l Admin1 192.168.1.1</w:t>
      </w:r>
    </w:p>
    <w:p w14:paraId="3054AD51" w14:textId="77777777" w:rsidR="004050E7" w:rsidRPr="005855BD" w:rsidRDefault="004050E7" w:rsidP="005855BD">
      <w:pPr>
        <w:pStyle w:val="CMD"/>
      </w:pPr>
      <w:r w:rsidRPr="005855BD">
        <w:t>Open</w:t>
      </w:r>
    </w:p>
    <w:p w14:paraId="3B89BBE4" w14:textId="5A04649D" w:rsidR="004050E7" w:rsidRDefault="004050E7" w:rsidP="000A4813">
      <w:pPr>
        <w:pStyle w:val="CMD"/>
        <w:spacing w:after="120"/>
        <w:rPr>
          <w:b/>
          <w:bCs/>
        </w:rPr>
      </w:pPr>
      <w:r w:rsidRPr="005855BD">
        <w:t xml:space="preserve">Password: </w:t>
      </w:r>
      <w:r w:rsidRPr="005855BD">
        <w:rPr>
          <w:b/>
          <w:bCs/>
        </w:rPr>
        <w:t>admin1pa55</w:t>
      </w:r>
    </w:p>
    <w:p w14:paraId="7594B851" w14:textId="20DE89E4" w:rsidR="00077FA4" w:rsidRPr="00077FA4" w:rsidRDefault="00077FA4" w:rsidP="00077FA4">
      <w:pPr>
        <w:pStyle w:val="ConfigWindow"/>
      </w:pPr>
      <w:r>
        <w:t>End of document</w:t>
      </w:r>
    </w:p>
    <w:sectPr w:rsidR="00077FA4" w:rsidRPr="00077FA4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928BBF" w14:textId="77777777" w:rsidR="00623AFF" w:rsidRDefault="00623AFF" w:rsidP="00710659">
      <w:pPr>
        <w:spacing w:after="0" w:line="240" w:lineRule="auto"/>
      </w:pPr>
      <w:r>
        <w:separator/>
      </w:r>
    </w:p>
    <w:p w14:paraId="1308057E" w14:textId="77777777" w:rsidR="00623AFF" w:rsidRDefault="00623AFF"/>
  </w:endnote>
  <w:endnote w:type="continuationSeparator" w:id="0">
    <w:p w14:paraId="3D4E7B10" w14:textId="77777777" w:rsidR="00623AFF" w:rsidRDefault="00623AFF" w:rsidP="00710659">
      <w:pPr>
        <w:spacing w:after="0" w:line="240" w:lineRule="auto"/>
      </w:pPr>
      <w:r>
        <w:continuationSeparator/>
      </w:r>
    </w:p>
    <w:p w14:paraId="06D3D8A0" w14:textId="77777777" w:rsidR="00623AFF" w:rsidRDefault="00623A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9675E" w14:textId="56AD0FC1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4050E7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F407CD">
      <w:rPr>
        <w:noProof/>
      </w:rPr>
      <w:t>2021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DC6CB" w14:textId="7C5C361A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4050E7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F407CD">
      <w:rPr>
        <w:noProof/>
      </w:rPr>
      <w:t>2021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CA282" w14:textId="77777777" w:rsidR="00623AFF" w:rsidRDefault="00623AFF" w:rsidP="00710659">
      <w:pPr>
        <w:spacing w:after="0" w:line="240" w:lineRule="auto"/>
      </w:pPr>
      <w:r>
        <w:separator/>
      </w:r>
    </w:p>
    <w:p w14:paraId="13531225" w14:textId="77777777" w:rsidR="00623AFF" w:rsidRDefault="00623AFF"/>
  </w:footnote>
  <w:footnote w:type="continuationSeparator" w:id="0">
    <w:p w14:paraId="1867646E" w14:textId="77777777" w:rsidR="00623AFF" w:rsidRDefault="00623AFF" w:rsidP="00710659">
      <w:pPr>
        <w:spacing w:after="0" w:line="240" w:lineRule="auto"/>
      </w:pPr>
      <w:r>
        <w:continuationSeparator/>
      </w:r>
    </w:p>
    <w:p w14:paraId="518480BD" w14:textId="77777777" w:rsidR="00623AFF" w:rsidRDefault="00623A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5DD8316119144944A3DF4668851FA545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7EA2F2B" w14:textId="6F30769A" w:rsidR="00926CB2" w:rsidRDefault="004050E7" w:rsidP="008402F2">
        <w:pPr>
          <w:pStyle w:val="PageHead"/>
        </w:pPr>
        <w:r>
          <w:t>Packet Tracer - Configure Local AAA for Console and VTY Access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7A4B8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540F14F9" wp14:editId="61A4701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" w15:restartNumberingAfterBreak="0">
    <w:nsid w:val="0FBD7F30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4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0E21039"/>
    <w:multiLevelType w:val="hybridMultilevel"/>
    <w:tmpl w:val="06124828"/>
    <w:lvl w:ilvl="0" w:tplc="F6222C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0FB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509E4"/>
    <w:multiLevelType w:val="multilevel"/>
    <w:tmpl w:val="FC0AD7D6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B00722C"/>
    <w:multiLevelType w:val="hybridMultilevel"/>
    <w:tmpl w:val="8496F074"/>
    <w:lvl w:ilvl="0" w:tplc="C2E440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2">
    <w:abstractNumId w:val="2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4"/>
  </w:num>
  <w:num w:numId="4">
    <w:abstractNumId w:val="2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2"/>
  </w:num>
  <w:num w:numId="10">
    <w:abstractNumId w:val="1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6"/>
  </w:num>
  <w:num w:numId="15">
    <w:abstractNumId w:val="8"/>
  </w:num>
  <w:num w:numId="16">
    <w:abstractNumId w:val="7"/>
  </w:num>
  <w:num w:numId="1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0E7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309A9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77FA4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A370B"/>
    <w:rsid w:val="000A4813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2111"/>
    <w:rsid w:val="00125806"/>
    <w:rsid w:val="001261C4"/>
    <w:rsid w:val="001263C7"/>
    <w:rsid w:val="00130A20"/>
    <w:rsid w:val="001314FB"/>
    <w:rsid w:val="001366EC"/>
    <w:rsid w:val="0014219C"/>
    <w:rsid w:val="001425ED"/>
    <w:rsid w:val="001433C1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52BC"/>
    <w:rsid w:val="00166253"/>
    <w:rsid w:val="001704B7"/>
    <w:rsid w:val="001708A6"/>
    <w:rsid w:val="001710C0"/>
    <w:rsid w:val="00172AFB"/>
    <w:rsid w:val="00174D6F"/>
    <w:rsid w:val="001772B8"/>
    <w:rsid w:val="00177310"/>
    <w:rsid w:val="00177B76"/>
    <w:rsid w:val="00180FBF"/>
    <w:rsid w:val="001813C3"/>
    <w:rsid w:val="00182CF4"/>
    <w:rsid w:val="00186CE1"/>
    <w:rsid w:val="00191F00"/>
    <w:rsid w:val="00192F12"/>
    <w:rsid w:val="00193F14"/>
    <w:rsid w:val="001955F2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2462"/>
    <w:rsid w:val="001B67D8"/>
    <w:rsid w:val="001B6F95"/>
    <w:rsid w:val="001C05A1"/>
    <w:rsid w:val="001C1D9E"/>
    <w:rsid w:val="001C5998"/>
    <w:rsid w:val="001C5BCD"/>
    <w:rsid w:val="001C7C3B"/>
    <w:rsid w:val="001D5B6F"/>
    <w:rsid w:val="001E0AB8"/>
    <w:rsid w:val="001E3777"/>
    <w:rsid w:val="001E38E0"/>
    <w:rsid w:val="001E38F3"/>
    <w:rsid w:val="001E4E72"/>
    <w:rsid w:val="001E62B3"/>
    <w:rsid w:val="001E6424"/>
    <w:rsid w:val="001F0171"/>
    <w:rsid w:val="001F0D77"/>
    <w:rsid w:val="001F538C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49AE"/>
    <w:rsid w:val="00225E37"/>
    <w:rsid w:val="00225FB0"/>
    <w:rsid w:val="00231DCA"/>
    <w:rsid w:val="00235792"/>
    <w:rsid w:val="00242E3A"/>
    <w:rsid w:val="002438B2"/>
    <w:rsid w:val="00246492"/>
    <w:rsid w:val="002506CF"/>
    <w:rsid w:val="0025107F"/>
    <w:rsid w:val="00255AAD"/>
    <w:rsid w:val="00260CD4"/>
    <w:rsid w:val="002639D8"/>
    <w:rsid w:val="00265F77"/>
    <w:rsid w:val="00266C83"/>
    <w:rsid w:val="00270FCC"/>
    <w:rsid w:val="002768DC"/>
    <w:rsid w:val="00293341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5882"/>
    <w:rsid w:val="002C6AD6"/>
    <w:rsid w:val="002D6C2A"/>
    <w:rsid w:val="002D7A86"/>
    <w:rsid w:val="002F4100"/>
    <w:rsid w:val="002F45FF"/>
    <w:rsid w:val="002F66D3"/>
    <w:rsid w:val="002F6D17"/>
    <w:rsid w:val="00302887"/>
    <w:rsid w:val="003056EB"/>
    <w:rsid w:val="003071FF"/>
    <w:rsid w:val="0030742D"/>
    <w:rsid w:val="00310652"/>
    <w:rsid w:val="00311065"/>
    <w:rsid w:val="0031371D"/>
    <w:rsid w:val="0031789F"/>
    <w:rsid w:val="00320788"/>
    <w:rsid w:val="003233A3"/>
    <w:rsid w:val="00326E08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26B7"/>
    <w:rsid w:val="00363A23"/>
    <w:rsid w:val="0036440C"/>
    <w:rsid w:val="0036465A"/>
    <w:rsid w:val="00386D65"/>
    <w:rsid w:val="00390C38"/>
    <w:rsid w:val="00392748"/>
    <w:rsid w:val="00392C65"/>
    <w:rsid w:val="00392ED5"/>
    <w:rsid w:val="003A19DC"/>
    <w:rsid w:val="003A1B45"/>
    <w:rsid w:val="003A220C"/>
    <w:rsid w:val="003A50D3"/>
    <w:rsid w:val="003B256A"/>
    <w:rsid w:val="003B46FC"/>
    <w:rsid w:val="003B5767"/>
    <w:rsid w:val="003B7605"/>
    <w:rsid w:val="003C08AA"/>
    <w:rsid w:val="003C1071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5F27"/>
    <w:rsid w:val="003F6096"/>
    <w:rsid w:val="003F6E06"/>
    <w:rsid w:val="00403C7A"/>
    <w:rsid w:val="004050E7"/>
    <w:rsid w:val="004057A6"/>
    <w:rsid w:val="00406554"/>
    <w:rsid w:val="00407755"/>
    <w:rsid w:val="00410238"/>
    <w:rsid w:val="0041293B"/>
    <w:rsid w:val="004131B0"/>
    <w:rsid w:val="00414D90"/>
    <w:rsid w:val="00416C42"/>
    <w:rsid w:val="00416E6D"/>
    <w:rsid w:val="00422476"/>
    <w:rsid w:val="0042298C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48E1"/>
    <w:rsid w:val="004659EE"/>
    <w:rsid w:val="00473E34"/>
    <w:rsid w:val="0047591A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D7C5F"/>
    <w:rsid w:val="004E6152"/>
    <w:rsid w:val="004F344A"/>
    <w:rsid w:val="004F4EC3"/>
    <w:rsid w:val="004F74CE"/>
    <w:rsid w:val="00504D52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1DDF"/>
    <w:rsid w:val="00522469"/>
    <w:rsid w:val="0052400A"/>
    <w:rsid w:val="00524B71"/>
    <w:rsid w:val="00536277"/>
    <w:rsid w:val="00536F43"/>
    <w:rsid w:val="00542616"/>
    <w:rsid w:val="005468C1"/>
    <w:rsid w:val="005510BA"/>
    <w:rsid w:val="005532BE"/>
    <w:rsid w:val="005538C8"/>
    <w:rsid w:val="00554B4E"/>
    <w:rsid w:val="00556C02"/>
    <w:rsid w:val="00561BB2"/>
    <w:rsid w:val="00563249"/>
    <w:rsid w:val="005706FB"/>
    <w:rsid w:val="00570A65"/>
    <w:rsid w:val="005762B1"/>
    <w:rsid w:val="00580456"/>
    <w:rsid w:val="00580E73"/>
    <w:rsid w:val="005855BD"/>
    <w:rsid w:val="00592329"/>
    <w:rsid w:val="00593386"/>
    <w:rsid w:val="00596998"/>
    <w:rsid w:val="0059790F"/>
    <w:rsid w:val="005A4017"/>
    <w:rsid w:val="005A6E62"/>
    <w:rsid w:val="005A70FA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1EF3"/>
    <w:rsid w:val="006034CB"/>
    <w:rsid w:val="00603503"/>
    <w:rsid w:val="006039A8"/>
    <w:rsid w:val="00603C52"/>
    <w:rsid w:val="006131CE"/>
    <w:rsid w:val="0061336B"/>
    <w:rsid w:val="00617D6E"/>
    <w:rsid w:val="00620ED5"/>
    <w:rsid w:val="00622D61"/>
    <w:rsid w:val="00623AFF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3319"/>
    <w:rsid w:val="006A48F1"/>
    <w:rsid w:val="006A71A3"/>
    <w:rsid w:val="006B03F2"/>
    <w:rsid w:val="006B14C1"/>
    <w:rsid w:val="006B1639"/>
    <w:rsid w:val="006B3044"/>
    <w:rsid w:val="006B5CA7"/>
    <w:rsid w:val="006B5CFD"/>
    <w:rsid w:val="006B5E89"/>
    <w:rsid w:val="006C19B2"/>
    <w:rsid w:val="006C30A0"/>
    <w:rsid w:val="006C35FF"/>
    <w:rsid w:val="006C3FCF"/>
    <w:rsid w:val="006C57F2"/>
    <w:rsid w:val="006C5949"/>
    <w:rsid w:val="006C6832"/>
    <w:rsid w:val="006D04BB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67DA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41D2"/>
    <w:rsid w:val="00796C25"/>
    <w:rsid w:val="007A0080"/>
    <w:rsid w:val="007A25EE"/>
    <w:rsid w:val="007A287C"/>
    <w:rsid w:val="007A3B2A"/>
    <w:rsid w:val="007B0C9D"/>
    <w:rsid w:val="007B3AFE"/>
    <w:rsid w:val="007B5522"/>
    <w:rsid w:val="007C0EE0"/>
    <w:rsid w:val="007C10ED"/>
    <w:rsid w:val="007C1B71"/>
    <w:rsid w:val="007C2FBB"/>
    <w:rsid w:val="007C7164"/>
    <w:rsid w:val="007C7413"/>
    <w:rsid w:val="007D1984"/>
    <w:rsid w:val="007D1B6A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0340D"/>
    <w:rsid w:val="00804C99"/>
    <w:rsid w:val="00810E4B"/>
    <w:rsid w:val="00814BAA"/>
    <w:rsid w:val="00816F0C"/>
    <w:rsid w:val="0082211C"/>
    <w:rsid w:val="00824295"/>
    <w:rsid w:val="00827A65"/>
    <w:rsid w:val="00830473"/>
    <w:rsid w:val="008313F3"/>
    <w:rsid w:val="00835F27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975EA"/>
    <w:rsid w:val="008A0118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395E"/>
    <w:rsid w:val="008E5B64"/>
    <w:rsid w:val="008E7DAA"/>
    <w:rsid w:val="008F0094"/>
    <w:rsid w:val="008F03EF"/>
    <w:rsid w:val="008F340F"/>
    <w:rsid w:val="00901E42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1AB6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39CD"/>
    <w:rsid w:val="00996053"/>
    <w:rsid w:val="00997E71"/>
    <w:rsid w:val="009A0B2F"/>
    <w:rsid w:val="009A1CF4"/>
    <w:rsid w:val="009A37D7"/>
    <w:rsid w:val="009A3FCF"/>
    <w:rsid w:val="009A4E17"/>
    <w:rsid w:val="009A6955"/>
    <w:rsid w:val="009B0697"/>
    <w:rsid w:val="009B341C"/>
    <w:rsid w:val="009B366B"/>
    <w:rsid w:val="009B3B0F"/>
    <w:rsid w:val="009B5747"/>
    <w:rsid w:val="009C0B81"/>
    <w:rsid w:val="009C3182"/>
    <w:rsid w:val="009D1D96"/>
    <w:rsid w:val="009D2C27"/>
    <w:rsid w:val="009D503E"/>
    <w:rsid w:val="009E2309"/>
    <w:rsid w:val="009E42B9"/>
    <w:rsid w:val="009E4E17"/>
    <w:rsid w:val="009E54B9"/>
    <w:rsid w:val="009F004B"/>
    <w:rsid w:val="009F4B9C"/>
    <w:rsid w:val="009F4C2E"/>
    <w:rsid w:val="00A00C5B"/>
    <w:rsid w:val="00A014A3"/>
    <w:rsid w:val="00A027CC"/>
    <w:rsid w:val="00A0412D"/>
    <w:rsid w:val="00A15DF0"/>
    <w:rsid w:val="00A21211"/>
    <w:rsid w:val="00A30F8A"/>
    <w:rsid w:val="00A33890"/>
    <w:rsid w:val="00A34E7F"/>
    <w:rsid w:val="00A4005B"/>
    <w:rsid w:val="00A46F0A"/>
    <w:rsid w:val="00A46F25"/>
    <w:rsid w:val="00A47CC2"/>
    <w:rsid w:val="00A502BA"/>
    <w:rsid w:val="00A55F01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15F6"/>
    <w:rsid w:val="00A96172"/>
    <w:rsid w:val="00A96D52"/>
    <w:rsid w:val="00A97C5F"/>
    <w:rsid w:val="00AA049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3225"/>
    <w:rsid w:val="00AE56C0"/>
    <w:rsid w:val="00AF77B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377B7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1EDF"/>
    <w:rsid w:val="00C44DB7"/>
    <w:rsid w:val="00C4510A"/>
    <w:rsid w:val="00C477C2"/>
    <w:rsid w:val="00C47F2E"/>
    <w:rsid w:val="00C52BA6"/>
    <w:rsid w:val="00C56646"/>
    <w:rsid w:val="00C57A1A"/>
    <w:rsid w:val="00C60BBD"/>
    <w:rsid w:val="00C60EA8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87F"/>
    <w:rsid w:val="00C91C26"/>
    <w:rsid w:val="00CA2BB2"/>
    <w:rsid w:val="00CA73D5"/>
    <w:rsid w:val="00CB2FC9"/>
    <w:rsid w:val="00CB5068"/>
    <w:rsid w:val="00CB74C6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6B9D"/>
    <w:rsid w:val="00CD7F73"/>
    <w:rsid w:val="00CE26C5"/>
    <w:rsid w:val="00CE36AF"/>
    <w:rsid w:val="00CE47F3"/>
    <w:rsid w:val="00CE54DD"/>
    <w:rsid w:val="00CF0DA5"/>
    <w:rsid w:val="00CF18EA"/>
    <w:rsid w:val="00CF26E3"/>
    <w:rsid w:val="00CF5D31"/>
    <w:rsid w:val="00CF5F3B"/>
    <w:rsid w:val="00CF7733"/>
    <w:rsid w:val="00CF791A"/>
    <w:rsid w:val="00D00513"/>
    <w:rsid w:val="00D00D7D"/>
    <w:rsid w:val="00D028F3"/>
    <w:rsid w:val="00D030AE"/>
    <w:rsid w:val="00D10DDD"/>
    <w:rsid w:val="00D12356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3FF1"/>
    <w:rsid w:val="00D56A0E"/>
    <w:rsid w:val="00D57AD3"/>
    <w:rsid w:val="00D62F25"/>
    <w:rsid w:val="00D635FE"/>
    <w:rsid w:val="00D65B2A"/>
    <w:rsid w:val="00D66A7B"/>
    <w:rsid w:val="00D729DE"/>
    <w:rsid w:val="00D75B6A"/>
    <w:rsid w:val="00D77658"/>
    <w:rsid w:val="00D778DF"/>
    <w:rsid w:val="00D84BDA"/>
    <w:rsid w:val="00D8503E"/>
    <w:rsid w:val="00D85325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08C3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2679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5C87"/>
    <w:rsid w:val="00E67A6E"/>
    <w:rsid w:val="00E70096"/>
    <w:rsid w:val="00E71B43"/>
    <w:rsid w:val="00E81612"/>
    <w:rsid w:val="00E82BD7"/>
    <w:rsid w:val="00E859E3"/>
    <w:rsid w:val="00E87D18"/>
    <w:rsid w:val="00E87D62"/>
    <w:rsid w:val="00E90597"/>
    <w:rsid w:val="00E9515A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48C9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07CD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C31ED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4474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AB2FED"/>
  <w15:docId w15:val="{61A4C7DE-3DE7-4E8F-83B9-BF990CB2D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9939CD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9A3FCF"/>
    <w:pPr>
      <w:keepNext/>
      <w:keepLines/>
      <w:numPr>
        <w:numId w:val="12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9A3FCF"/>
    <w:pPr>
      <w:keepNext/>
      <w:numPr>
        <w:ilvl w:val="1"/>
        <w:numId w:val="12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9A3FCF"/>
    <w:pPr>
      <w:keepNext/>
      <w:numPr>
        <w:ilvl w:val="2"/>
        <w:numId w:val="12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CD6B9D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477C2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AF77B0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9F4B9C"/>
    <w:pPr>
      <w:numPr>
        <w:numId w:val="13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A4005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9A3FCF"/>
    <w:pPr>
      <w:numPr>
        <w:ilvl w:val="3"/>
        <w:numId w:val="12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Heading1Gray">
    <w:name w:val="Heading 1 Gray"/>
    <w:basedOn w:val="Heading1Char"/>
    <w:uiPriority w:val="1"/>
    <w:qFormat/>
    <w:rsid w:val="00177310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SubStepNum">
    <w:name w:val="SubStep Num"/>
    <w:basedOn w:val="BodyTextL25"/>
    <w:qFormat/>
    <w:rsid w:val="009A3FCF"/>
    <w:pPr>
      <w:numPr>
        <w:ilvl w:val="4"/>
        <w:numId w:val="12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C41EDF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177310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9F4B9C"/>
    <w:pPr>
      <w:numPr>
        <w:numId w:val="13"/>
      </w:numPr>
    </w:pPr>
  </w:style>
  <w:style w:type="numbering" w:customStyle="1" w:styleId="LabList">
    <w:name w:val="Lab List"/>
    <w:basedOn w:val="NoList"/>
    <w:uiPriority w:val="99"/>
    <w:rsid w:val="009A3FCF"/>
    <w:pPr>
      <w:numPr>
        <w:numId w:val="12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CD6B9D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9F004B"/>
  </w:style>
  <w:style w:type="paragraph" w:customStyle="1" w:styleId="TableAnswer">
    <w:name w:val="Table Answer"/>
    <w:basedOn w:val="TableText"/>
    <w:qFormat/>
    <w:rsid w:val="002F4100"/>
  </w:style>
  <w:style w:type="character" w:customStyle="1" w:styleId="Heading2Gray">
    <w:name w:val="Heading 2 Gray"/>
    <w:basedOn w:val="Heading2Char"/>
    <w:uiPriority w:val="1"/>
    <w:qFormat/>
    <w:rsid w:val="00177310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EF48C9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E9515A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804C99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E9515A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416E6D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416E6D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D10DDD"/>
    <w:rPr>
      <w:rFonts w:ascii="Courier New" w:hAnsi="Courier New"/>
      <w:szCs w:val="22"/>
    </w:rPr>
  </w:style>
  <w:style w:type="character" w:customStyle="1" w:styleId="AnswerGray">
    <w:name w:val="Answer Gray"/>
    <w:basedOn w:val="DefaultParagraphFont"/>
    <w:uiPriority w:val="1"/>
    <w:qFormat/>
    <w:rsid w:val="00410238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paragraph" w:customStyle="1" w:styleId="TaskHead">
    <w:name w:val="Task Head"/>
    <w:basedOn w:val="Heading2"/>
    <w:next w:val="BodyTextL25"/>
    <w:rsid w:val="004050E7"/>
    <w:pPr>
      <w:keepLines/>
      <w:numPr>
        <w:ilvl w:val="0"/>
        <w:numId w:val="0"/>
      </w:numPr>
      <w:spacing w:before="200" w:after="0" w:line="276" w:lineRule="auto"/>
    </w:pPr>
  </w:style>
  <w:style w:type="paragraph" w:styleId="NormalWeb">
    <w:name w:val="Normal (Web)"/>
    <w:basedOn w:val="Normal"/>
    <w:uiPriority w:val="99"/>
    <w:semiHidden/>
    <w:unhideWhenUsed/>
    <w:rsid w:val="00FE44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3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Documents\Custom%20Office%20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DD8316119144944A3DF4668851FA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9F0E1-6EFD-4AF0-B87D-1D2C93D289F2}"/>
      </w:docPartPr>
      <w:docPartBody>
        <w:p w:rsidR="00F938E3" w:rsidRDefault="00C0630A">
          <w:pPr>
            <w:pStyle w:val="5DD8316119144944A3DF4668851FA545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30A"/>
    <w:rsid w:val="002A5626"/>
    <w:rsid w:val="00912C6A"/>
    <w:rsid w:val="00C0630A"/>
    <w:rsid w:val="00EC5946"/>
    <w:rsid w:val="00F51CD7"/>
    <w:rsid w:val="00F9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DD8316119144944A3DF4668851FA545">
    <w:name w:val="5DD8316119144944A3DF4668851FA5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B87FA-E40E-4AEF-A9A0-F677E6166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5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Local AAA for Console and VTY Access</vt:lpstr>
    </vt:vector>
  </TitlesOfParts>
  <Company>Cisco Systems, Inc.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Configure Local AAA for Console and VTY Access</dc:title>
  <dc:creator>SP</dc:creator>
  <dc:description>2015</dc:description>
  <cp:lastModifiedBy>Suk-Yi Pennock -X (spennock - UNICON INC at Cisco)</cp:lastModifiedBy>
  <cp:revision>9</cp:revision>
  <cp:lastPrinted>2021-02-04T19:43:00Z</cp:lastPrinted>
  <dcterms:created xsi:type="dcterms:W3CDTF">2021-02-04T19:34:00Z</dcterms:created>
  <dcterms:modified xsi:type="dcterms:W3CDTF">2021-02-04T19:43:00Z</dcterms:modified>
</cp:coreProperties>
</file>